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5BFF" w14:textId="5AAADF3E" w:rsidR="00AC2B81" w:rsidRPr="00AC2B81" w:rsidRDefault="00AC2B81" w:rsidP="00AC2B81">
      <w:pPr>
        <w:spacing w:before="120" w:after="120"/>
        <w:jc w:val="right"/>
        <w:rPr>
          <w:rFonts w:ascii="Calibri" w:hAnsi="Calibri" w:cs="Calibri"/>
          <w:b/>
          <w:bCs/>
          <w:sz w:val="22"/>
          <w:szCs w:val="22"/>
        </w:rPr>
      </w:pPr>
      <w:r w:rsidRPr="00AC2B81">
        <w:rPr>
          <w:rFonts w:ascii="Calibri" w:hAnsi="Calibri" w:cs="Calibri"/>
          <w:b/>
          <w:bCs/>
          <w:sz w:val="22"/>
          <w:szCs w:val="22"/>
        </w:rPr>
        <w:t>Załącznik nr 4 do SWZ</w:t>
      </w:r>
    </w:p>
    <w:p w14:paraId="25421AE1" w14:textId="77777777" w:rsidR="0086595A" w:rsidRPr="0086595A" w:rsidRDefault="0086595A" w:rsidP="0086595A">
      <w:pPr>
        <w:ind w:left="3969"/>
        <w:rPr>
          <w:rFonts w:ascii="Calibri" w:hAnsi="Calibri" w:cs="Calibri"/>
          <w:sz w:val="22"/>
          <w:szCs w:val="22"/>
        </w:rPr>
      </w:pPr>
      <w:r w:rsidRPr="0086595A">
        <w:rPr>
          <w:rFonts w:ascii="Calibri" w:hAnsi="Calibri" w:cs="Calibri"/>
          <w:b/>
          <w:bCs/>
          <w:sz w:val="22"/>
          <w:szCs w:val="22"/>
        </w:rPr>
        <w:t>Zamawiający:</w:t>
      </w:r>
      <w:r w:rsidRPr="0086595A">
        <w:rPr>
          <w:rFonts w:ascii="Calibri" w:hAnsi="Calibri" w:cs="Calibri"/>
          <w:sz w:val="22"/>
          <w:szCs w:val="22"/>
        </w:rPr>
        <w:t xml:space="preserve"> Powiat Szczycieński </w:t>
      </w:r>
    </w:p>
    <w:p w14:paraId="740DF6E9" w14:textId="77777777" w:rsidR="0086595A" w:rsidRPr="0086595A" w:rsidRDefault="0086595A" w:rsidP="0086595A">
      <w:pPr>
        <w:ind w:left="3969"/>
        <w:rPr>
          <w:rFonts w:ascii="Calibri" w:hAnsi="Calibri" w:cs="Calibri"/>
          <w:sz w:val="22"/>
          <w:szCs w:val="22"/>
        </w:rPr>
      </w:pPr>
      <w:r w:rsidRPr="0086595A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56C64C4B" w14:textId="77777777" w:rsidR="0086595A" w:rsidRPr="0086595A" w:rsidRDefault="0086595A" w:rsidP="0086595A">
      <w:pPr>
        <w:ind w:left="3969"/>
        <w:rPr>
          <w:rFonts w:ascii="Calibri" w:hAnsi="Calibri" w:cs="Calibri"/>
          <w:sz w:val="22"/>
          <w:szCs w:val="22"/>
        </w:rPr>
      </w:pPr>
      <w:r w:rsidRPr="0086595A">
        <w:rPr>
          <w:rFonts w:ascii="Calibri" w:hAnsi="Calibri" w:cs="Calibri"/>
          <w:sz w:val="22"/>
          <w:szCs w:val="22"/>
        </w:rPr>
        <w:t>ul. Marii Konopnickiej 70, 12-100 Szczytno</w:t>
      </w:r>
    </w:p>
    <w:p w14:paraId="6CFCF126" w14:textId="77777777" w:rsidR="00AC2B81" w:rsidRPr="00A0725D" w:rsidRDefault="00AC2B81" w:rsidP="005460BE">
      <w:pPr>
        <w:spacing w:after="12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3EBC2083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52381609" w14:textId="77777777" w:rsidR="00AC2B81" w:rsidRDefault="00AC2B81" w:rsidP="005460BE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4CB225F2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966841C" w14:textId="77777777" w:rsidR="00AC2B81" w:rsidRPr="00A0725D" w:rsidRDefault="00AC2B81" w:rsidP="00AC2B81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1CE72627" w14:textId="77777777" w:rsidR="00AC2B81" w:rsidRPr="00A0725D" w:rsidRDefault="00AC2B81" w:rsidP="005460BE">
      <w:pPr>
        <w:spacing w:after="12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AAF62EF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5735093" w14:textId="77777777" w:rsidR="00AC2B81" w:rsidRDefault="00AC2B81" w:rsidP="005460BE">
      <w:pPr>
        <w:spacing w:after="12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13E70ADF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198BCF8" w14:textId="77777777" w:rsidR="00AC2B81" w:rsidRPr="00A0725D" w:rsidRDefault="00AC2B81" w:rsidP="00202833">
      <w:pPr>
        <w:spacing w:after="120"/>
        <w:ind w:right="5387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4830F812" w14:textId="305BB475" w:rsidR="00571D51" w:rsidRPr="000D604A" w:rsidRDefault="00FC4AAE" w:rsidP="00BE3FC7">
      <w:pPr>
        <w:spacing w:after="120" w:line="360" w:lineRule="auto"/>
        <w:jc w:val="center"/>
        <w:rPr>
          <w:rFonts w:ascii="Arial" w:hAnsi="Arial" w:cs="Arial"/>
          <w:b/>
        </w:rPr>
      </w:pPr>
      <w:bookmarkStart w:id="0" w:name="_Hlk107898307"/>
      <w:r w:rsidRPr="000D604A">
        <w:rPr>
          <w:rFonts w:ascii="Arial" w:hAnsi="Arial" w:cs="Arial"/>
          <w:b/>
        </w:rPr>
        <w:t>O</w:t>
      </w:r>
      <w:r w:rsidR="00CE2D2B">
        <w:rPr>
          <w:rFonts w:ascii="Arial" w:hAnsi="Arial" w:cs="Arial"/>
          <w:b/>
        </w:rPr>
        <w:t>ŚWIADCZENIA</w:t>
      </w:r>
    </w:p>
    <w:p w14:paraId="23FF142F" w14:textId="3C16CE29" w:rsidR="00FC4AAE" w:rsidRPr="0086595A" w:rsidRDefault="00FC4AAE" w:rsidP="00BE3FC7">
      <w:pPr>
        <w:spacing w:line="360" w:lineRule="auto"/>
        <w:rPr>
          <w:rFonts w:ascii="Calibri" w:hAnsi="Calibri" w:cs="Calibri"/>
          <w:bCs/>
          <w:spacing w:val="-6"/>
          <w:sz w:val="22"/>
          <w:szCs w:val="22"/>
        </w:rPr>
      </w:pPr>
      <w:bookmarkStart w:id="1" w:name="_Hlk107910124"/>
      <w:r w:rsidRPr="0086595A">
        <w:rPr>
          <w:rFonts w:ascii="Calibri" w:hAnsi="Calibri" w:cs="Calibri"/>
          <w:bCs/>
          <w:spacing w:val="-6"/>
          <w:sz w:val="22"/>
          <w:szCs w:val="22"/>
        </w:rPr>
        <w:t xml:space="preserve">składane w celu wykazania braku podstaw wykluczenia z postępowania na podstawie art. 7 ust. 1 </w:t>
      </w:r>
      <w:bookmarkStart w:id="2" w:name="_Hlk102566524"/>
      <w:r w:rsidRPr="0086595A">
        <w:rPr>
          <w:rFonts w:ascii="Calibri" w:hAnsi="Calibri" w:cs="Calibri"/>
          <w:bCs/>
          <w:spacing w:val="-6"/>
          <w:sz w:val="22"/>
          <w:szCs w:val="22"/>
        </w:rPr>
        <w:t xml:space="preserve">ustawy </w:t>
      </w:r>
      <w:r w:rsidR="0086595A">
        <w:rPr>
          <w:rFonts w:ascii="Calibri" w:hAnsi="Calibri" w:cs="Calibri"/>
          <w:bCs/>
          <w:spacing w:val="-6"/>
          <w:sz w:val="22"/>
          <w:szCs w:val="22"/>
        </w:rPr>
        <w:br/>
      </w:r>
      <w:r w:rsidRPr="0086595A">
        <w:rPr>
          <w:rFonts w:ascii="Calibri" w:hAnsi="Calibri" w:cs="Calibri"/>
          <w:bCs/>
          <w:spacing w:val="-6"/>
          <w:sz w:val="22"/>
          <w:szCs w:val="22"/>
        </w:rPr>
        <w:t>z dnia 13 kwietnia 2022 r. o szczególnych rozwiązaniach w zakresie przeciwdziałania wspieraniu agresji na Ukrainę oraz służących ochronie bezpieczeństwa narodowego (Dz. U. z 202</w:t>
      </w:r>
      <w:r w:rsidR="00057BFE" w:rsidRPr="0086595A">
        <w:rPr>
          <w:rFonts w:ascii="Calibri" w:hAnsi="Calibri" w:cs="Calibri"/>
          <w:bCs/>
          <w:spacing w:val="-6"/>
          <w:sz w:val="22"/>
          <w:szCs w:val="22"/>
        </w:rPr>
        <w:t>4</w:t>
      </w:r>
      <w:r w:rsidRPr="0086595A">
        <w:rPr>
          <w:rFonts w:ascii="Calibri" w:hAnsi="Calibri" w:cs="Calibri"/>
          <w:bCs/>
          <w:spacing w:val="-6"/>
          <w:sz w:val="22"/>
          <w:szCs w:val="22"/>
        </w:rPr>
        <w:t xml:space="preserve"> r. poz. </w:t>
      </w:r>
      <w:r w:rsidR="00057BFE" w:rsidRPr="0086595A">
        <w:rPr>
          <w:rFonts w:ascii="Calibri" w:hAnsi="Calibri" w:cs="Calibri"/>
          <w:bCs/>
          <w:spacing w:val="-6"/>
          <w:sz w:val="22"/>
          <w:szCs w:val="22"/>
        </w:rPr>
        <w:t>507</w:t>
      </w:r>
      <w:r w:rsidRPr="0086595A">
        <w:rPr>
          <w:rFonts w:ascii="Calibri" w:hAnsi="Calibri" w:cs="Calibri"/>
          <w:bCs/>
          <w:spacing w:val="-6"/>
          <w:sz w:val="22"/>
          <w:szCs w:val="22"/>
        </w:rPr>
        <w:t>).</w:t>
      </w:r>
      <w:bookmarkEnd w:id="2"/>
    </w:p>
    <w:p w14:paraId="652A32F9" w14:textId="77C1B6EA" w:rsidR="00AE47E2" w:rsidRPr="00202833" w:rsidRDefault="00FC4AAE" w:rsidP="00BE3FC7">
      <w:pPr>
        <w:spacing w:line="360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202833">
        <w:rPr>
          <w:rFonts w:ascii="Calibri" w:hAnsi="Calibri" w:cs="Calibri"/>
          <w:bCs/>
          <w:sz w:val="22"/>
          <w:szCs w:val="22"/>
        </w:rPr>
        <w:t>Na potrzeby postępowania o udzielenie zamówienia publicznego w trybie podstawowym</w:t>
      </w:r>
      <w:r w:rsidR="00AC2B81" w:rsidRPr="00202833">
        <w:rPr>
          <w:rFonts w:ascii="Calibri" w:hAnsi="Calibri" w:cs="Calibri"/>
          <w:bCs/>
          <w:sz w:val="22"/>
          <w:szCs w:val="22"/>
        </w:rPr>
        <w:t xml:space="preserve"> z możliwością negocjacji </w:t>
      </w:r>
      <w:r w:rsidRPr="00202833">
        <w:rPr>
          <w:rFonts w:ascii="Calibri" w:hAnsi="Calibri" w:cs="Calibri"/>
          <w:bCs/>
          <w:sz w:val="22"/>
          <w:szCs w:val="22"/>
        </w:rPr>
        <w:t xml:space="preserve">pn. </w:t>
      </w:r>
      <w:r w:rsidR="00BF3F51" w:rsidRPr="00BF3F51">
        <w:rPr>
          <w:rFonts w:ascii="Calibri" w:hAnsi="Calibri" w:cs="Calibri"/>
          <w:b/>
          <w:sz w:val="22"/>
          <w:szCs w:val="22"/>
        </w:rPr>
        <w:t>„Świadczenie usług diagnostycznych w ramach projektu pn. „Przyszłość pieczy zastępczej naszą motywacją na lepsze jutro rodziny i dziecka”</w:t>
      </w:r>
      <w:r w:rsidR="00BF3F51">
        <w:rPr>
          <w:rFonts w:ascii="Calibri" w:hAnsi="Calibri" w:cs="Calibri"/>
          <w:b/>
          <w:sz w:val="22"/>
          <w:szCs w:val="22"/>
        </w:rPr>
        <w:t xml:space="preserve"> </w:t>
      </w:r>
      <w:r w:rsidRPr="00202833">
        <w:rPr>
          <w:rFonts w:ascii="Calibri" w:hAnsi="Calibri" w:cs="Calibri"/>
          <w:bCs/>
          <w:sz w:val="22"/>
          <w:szCs w:val="22"/>
        </w:rPr>
        <w:t xml:space="preserve">oświadczam, </w:t>
      </w:r>
      <w:r w:rsidR="00AE47E2" w:rsidRPr="00202833">
        <w:rPr>
          <w:rFonts w:ascii="Calibri" w:hAnsi="Calibri" w:cs="Calibri"/>
          <w:bCs/>
          <w:sz w:val="22"/>
          <w:szCs w:val="22"/>
        </w:rPr>
        <w:t>co następuje</w:t>
      </w:r>
      <w:r w:rsidRPr="00202833">
        <w:rPr>
          <w:rFonts w:ascii="Calibri" w:hAnsi="Calibri" w:cs="Calibri"/>
          <w:bCs/>
          <w:sz w:val="22"/>
          <w:szCs w:val="22"/>
        </w:rPr>
        <w:t>:</w:t>
      </w:r>
    </w:p>
    <w:p w14:paraId="4B669720" w14:textId="2DAB5F81" w:rsidR="00644C7C" w:rsidRPr="00202833" w:rsidRDefault="00AE47E2" w:rsidP="00BE3FC7">
      <w:pPr>
        <w:spacing w:before="120" w:after="120" w:line="360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3" w:name="_Hlk107908750"/>
      <w:r w:rsidRPr="0020283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WYKONAWCY:</w:t>
      </w:r>
      <w:bookmarkStart w:id="4" w:name="_Hlk102627495"/>
      <w:bookmarkEnd w:id="3"/>
    </w:p>
    <w:p w14:paraId="0FD8F24D" w14:textId="441E304D" w:rsidR="00571D51" w:rsidRPr="00202833" w:rsidRDefault="00D95EAE" w:rsidP="00BE3FC7">
      <w:pPr>
        <w:spacing w:after="240" w:line="360" w:lineRule="auto"/>
        <w:rPr>
          <w:rFonts w:ascii="Calibri" w:hAnsi="Calibri" w:cs="Calibri"/>
          <w:sz w:val="22"/>
          <w:szCs w:val="22"/>
          <w:lang w:eastAsia="en-US"/>
        </w:rPr>
      </w:pPr>
      <w:r w:rsidRPr="00202833">
        <w:rPr>
          <w:rFonts w:ascii="Calibri" w:hAnsi="Calibri" w:cs="Calibri"/>
          <w:b/>
          <w:bCs/>
          <w:sz w:val="22"/>
          <w:szCs w:val="22"/>
          <w:lang w:eastAsia="en-US"/>
        </w:rPr>
        <w:t xml:space="preserve">Oświadczam, że nie </w:t>
      </w:r>
      <w:r w:rsidR="002A15A8" w:rsidRPr="00202833">
        <w:rPr>
          <w:rFonts w:ascii="Calibri" w:hAnsi="Calibri" w:cs="Calibri"/>
          <w:b/>
          <w:bCs/>
          <w:sz w:val="22"/>
          <w:szCs w:val="22"/>
        </w:rPr>
        <w:t>podlegam</w:t>
      </w:r>
      <w:r w:rsidR="00FC4AAE" w:rsidRPr="00202833">
        <w:rPr>
          <w:rFonts w:ascii="Calibri" w:hAnsi="Calibri" w:cs="Calibri"/>
          <w:b/>
          <w:bCs/>
          <w:sz w:val="22"/>
          <w:szCs w:val="22"/>
        </w:rPr>
        <w:t xml:space="preserve"> wykluczeniu z postępowania na podstawie art. 7 ust. 1 ustawy</w:t>
      </w:r>
      <w:r w:rsidR="00FC4AAE" w:rsidRPr="00202833">
        <w:rPr>
          <w:rFonts w:ascii="Calibri" w:hAnsi="Calibri" w:cs="Calibri"/>
          <w:sz w:val="22"/>
          <w:szCs w:val="22"/>
        </w:rPr>
        <w:t xml:space="preserve"> z dnia 13 kwietnia 2022 r. o szczególnych rozwiązaniach w zakresie przeciwdziałania wspieraniu agresji na Ukrainę oraz służących ochronie bezpieczeństwa narodowego (Dz. U. z 202</w:t>
      </w:r>
      <w:r w:rsidR="00E36FF1" w:rsidRPr="00202833">
        <w:rPr>
          <w:rFonts w:ascii="Calibri" w:hAnsi="Calibri" w:cs="Calibri"/>
          <w:sz w:val="22"/>
          <w:szCs w:val="22"/>
        </w:rPr>
        <w:t>4</w:t>
      </w:r>
      <w:r w:rsidR="00FC4AAE" w:rsidRPr="00202833">
        <w:rPr>
          <w:rFonts w:ascii="Calibri" w:hAnsi="Calibri" w:cs="Calibri"/>
          <w:sz w:val="22"/>
          <w:szCs w:val="22"/>
        </w:rPr>
        <w:t xml:space="preserve"> r. poz. </w:t>
      </w:r>
      <w:r w:rsidR="00E36FF1" w:rsidRPr="00202833">
        <w:rPr>
          <w:rFonts w:ascii="Calibri" w:hAnsi="Calibri" w:cs="Calibri"/>
          <w:sz w:val="22"/>
          <w:szCs w:val="22"/>
        </w:rPr>
        <w:t>507</w:t>
      </w:r>
      <w:r w:rsidR="00FC4AAE" w:rsidRPr="00202833">
        <w:rPr>
          <w:rFonts w:ascii="Calibri" w:hAnsi="Calibri" w:cs="Calibri"/>
          <w:sz w:val="22"/>
          <w:szCs w:val="22"/>
        </w:rPr>
        <w:t>).</w:t>
      </w:r>
    </w:p>
    <w:p w14:paraId="6E8040F8" w14:textId="718A27DC" w:rsidR="00DA7FD2" w:rsidRPr="00202833" w:rsidRDefault="00644C7C" w:rsidP="00BE3FC7">
      <w:pPr>
        <w:spacing w:before="240"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02833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73F18008" w14:textId="72F657EF" w:rsidR="009E040F" w:rsidRPr="00202833" w:rsidRDefault="009E040F" w:rsidP="00BE3FC7">
      <w:pPr>
        <w:spacing w:after="100" w:afterAutospacing="1" w:line="360" w:lineRule="auto"/>
        <w:rPr>
          <w:rFonts w:ascii="Calibri" w:hAnsi="Calibri" w:cs="Calibri"/>
          <w:sz w:val="22"/>
          <w:szCs w:val="22"/>
        </w:rPr>
      </w:pPr>
      <w:r w:rsidRPr="00202833">
        <w:rPr>
          <w:rFonts w:ascii="Calibri" w:hAnsi="Calibri" w:cs="Calibri"/>
          <w:sz w:val="22"/>
          <w:szCs w:val="22"/>
        </w:rPr>
        <w:t xml:space="preserve">Oświadczam, że </w:t>
      </w:r>
      <w:r w:rsidR="00894AB1" w:rsidRPr="00202833">
        <w:rPr>
          <w:rFonts w:ascii="Calibri" w:hAnsi="Calibri" w:cs="Calibri"/>
          <w:sz w:val="22"/>
          <w:szCs w:val="22"/>
        </w:rPr>
        <w:t xml:space="preserve">wszystkie </w:t>
      </w:r>
      <w:r w:rsidRPr="00202833">
        <w:rPr>
          <w:rFonts w:ascii="Calibri" w:hAnsi="Calibri" w:cs="Calibri"/>
          <w:sz w:val="22"/>
          <w:szCs w:val="22"/>
        </w:rPr>
        <w:t>informacj</w:t>
      </w:r>
      <w:r w:rsidR="00894AB1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podan</w:t>
      </w:r>
      <w:r w:rsidR="00894AB1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w powyższy</w:t>
      </w:r>
      <w:r w:rsidR="00D96BF1">
        <w:rPr>
          <w:rFonts w:ascii="Calibri" w:hAnsi="Calibri" w:cs="Calibri"/>
          <w:sz w:val="22"/>
          <w:szCs w:val="22"/>
        </w:rPr>
        <w:t>m</w:t>
      </w:r>
      <w:r w:rsidRPr="00202833">
        <w:rPr>
          <w:rFonts w:ascii="Calibri" w:hAnsi="Calibri" w:cs="Calibri"/>
          <w:sz w:val="22"/>
          <w:szCs w:val="22"/>
        </w:rPr>
        <w:t xml:space="preserve"> oświadczeni</w:t>
      </w:r>
      <w:r w:rsidR="00D96BF1">
        <w:rPr>
          <w:rFonts w:ascii="Calibri" w:hAnsi="Calibri" w:cs="Calibri"/>
          <w:sz w:val="22"/>
          <w:szCs w:val="22"/>
        </w:rPr>
        <w:t>u</w:t>
      </w:r>
      <w:r w:rsidRPr="00202833">
        <w:rPr>
          <w:rFonts w:ascii="Calibri" w:hAnsi="Calibri" w:cs="Calibri"/>
          <w:sz w:val="22"/>
          <w:szCs w:val="22"/>
        </w:rPr>
        <w:t xml:space="preserve"> </w:t>
      </w:r>
      <w:r w:rsidR="00CB677B" w:rsidRPr="00202833">
        <w:rPr>
          <w:rFonts w:ascii="Calibri" w:hAnsi="Calibri" w:cs="Calibri"/>
          <w:sz w:val="22"/>
          <w:szCs w:val="22"/>
        </w:rPr>
        <w:t>są</w:t>
      </w:r>
      <w:r w:rsidRPr="00202833">
        <w:rPr>
          <w:rFonts w:ascii="Calibri" w:hAnsi="Calibri" w:cs="Calibri"/>
          <w:sz w:val="22"/>
          <w:szCs w:val="22"/>
        </w:rPr>
        <w:t xml:space="preserve"> aktualn</w:t>
      </w:r>
      <w:r w:rsidR="00CB677B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i</w:t>
      </w:r>
      <w:r w:rsidR="00CB677B" w:rsidRPr="00202833">
        <w:rPr>
          <w:rFonts w:ascii="Calibri" w:hAnsi="Calibri" w:cs="Calibri"/>
          <w:sz w:val="22"/>
          <w:szCs w:val="22"/>
        </w:rPr>
        <w:t> </w:t>
      </w:r>
      <w:r w:rsidRPr="00202833">
        <w:rPr>
          <w:rFonts w:ascii="Calibri" w:hAnsi="Calibri" w:cs="Calibri"/>
          <w:sz w:val="22"/>
          <w:szCs w:val="22"/>
        </w:rPr>
        <w:t>zgodn</w:t>
      </w:r>
      <w:r w:rsidR="00CB677B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z prawdą oraz został</w:t>
      </w:r>
      <w:r w:rsidR="00CB677B" w:rsidRPr="00202833">
        <w:rPr>
          <w:rFonts w:ascii="Calibri" w:hAnsi="Calibri" w:cs="Calibri"/>
          <w:sz w:val="22"/>
          <w:szCs w:val="22"/>
        </w:rPr>
        <w:t>y</w:t>
      </w:r>
      <w:r w:rsidRPr="00202833">
        <w:rPr>
          <w:rFonts w:ascii="Calibri" w:hAnsi="Calibri" w:cs="Calibri"/>
          <w:sz w:val="22"/>
          <w:szCs w:val="22"/>
        </w:rPr>
        <w:t xml:space="preserve"> przedstawion</w:t>
      </w:r>
      <w:r w:rsidR="00CB677B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z pełną świadomością konsekwencji wprowadzenia Zamawiającego w błąd przy przedstawianiu informacji.</w:t>
      </w:r>
    </w:p>
    <w:p w14:paraId="5634D6B8" w14:textId="77777777" w:rsidR="0086595A" w:rsidRDefault="0086595A" w:rsidP="00CA50D0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3469852A" w14:textId="1D796C1A" w:rsidR="007746D2" w:rsidRPr="00CA50D0" w:rsidRDefault="00FC4AAE" w:rsidP="00CA50D0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  <w:r w:rsidRPr="00202833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202833">
        <w:rPr>
          <w:rFonts w:ascii="Calibri" w:hAnsi="Calibri" w:cs="Calibri"/>
          <w:sz w:val="22"/>
          <w:szCs w:val="22"/>
        </w:rPr>
        <w:br/>
        <w:t>oświadczeń woli w imieniu Wykonawcy</w:t>
      </w:r>
      <w:bookmarkEnd w:id="0"/>
      <w:bookmarkEnd w:id="1"/>
      <w:bookmarkEnd w:id="4"/>
      <w:r w:rsidR="00CA50D0">
        <w:rPr>
          <w:rFonts w:ascii="Calibri" w:hAnsi="Calibri" w:cs="Calibri"/>
          <w:sz w:val="22"/>
          <w:szCs w:val="22"/>
        </w:rPr>
        <w:t>)</w:t>
      </w:r>
    </w:p>
    <w:sectPr w:rsidR="007746D2" w:rsidRPr="00CA50D0" w:rsidSect="00CA50D0">
      <w:headerReference w:type="default" r:id="rId8"/>
      <w:headerReference w:type="first" r:id="rId9"/>
      <w:footerReference w:type="first" r:id="rId10"/>
      <w:pgSz w:w="11906" w:h="16838" w:code="9"/>
      <w:pgMar w:top="851" w:right="1418" w:bottom="284" w:left="1418" w:header="284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4A47F" w14:textId="77777777" w:rsidR="00367F1F" w:rsidRDefault="00367F1F">
      <w:r>
        <w:separator/>
      </w:r>
    </w:p>
  </w:endnote>
  <w:endnote w:type="continuationSeparator" w:id="0">
    <w:p w14:paraId="1C460BB6" w14:textId="77777777" w:rsidR="00367F1F" w:rsidRDefault="0036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459B2" w14:textId="77777777" w:rsidR="00367F1F" w:rsidRDefault="00367F1F">
      <w:r>
        <w:separator/>
      </w:r>
    </w:p>
  </w:footnote>
  <w:footnote w:type="continuationSeparator" w:id="0">
    <w:p w14:paraId="4CF37844" w14:textId="77777777" w:rsidR="00367F1F" w:rsidRDefault="00367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FD66E" w14:textId="77777777" w:rsidR="00BE3FC7" w:rsidRPr="005C6C4C" w:rsidRDefault="00BE3FC7" w:rsidP="00BE3FC7">
    <w:pPr>
      <w:pStyle w:val="Nagwek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PCPR.343.8.2025 Wsparcie psychologiczne dla uczestników projektu</w:t>
    </w:r>
  </w:p>
  <w:p w14:paraId="21020005" w14:textId="77777777" w:rsidR="00BE3FC7" w:rsidRPr="005C6C4C" w:rsidRDefault="00BE3FC7" w:rsidP="00BE3FC7">
    <w:pPr>
      <w:pStyle w:val="Nagwek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  <w:r w:rsidRPr="005C6C4C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0" wp14:anchorId="576A3EB2" wp14:editId="21F41113">
          <wp:simplePos x="0" y="0"/>
          <wp:positionH relativeFrom="margin">
            <wp:posOffset>-1270</wp:posOffset>
          </wp:positionH>
          <wp:positionV relativeFrom="page">
            <wp:posOffset>1080770</wp:posOffset>
          </wp:positionV>
          <wp:extent cx="5760720" cy="767715"/>
          <wp:effectExtent l="0" t="0" r="0" b="0"/>
          <wp:wrapSquare wrapText="bothSides"/>
          <wp:docPr id="278104745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C79349" w14:textId="77777777" w:rsidR="00BE3FC7" w:rsidRPr="005C6C4C" w:rsidRDefault="00BE3FC7" w:rsidP="00BE3F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935B9" w14:textId="7EC77A1B" w:rsidR="00AC2B81" w:rsidRPr="00A0725D" w:rsidRDefault="00CA50D0" w:rsidP="00AC2B81">
    <w:pPr>
      <w:autoSpaceDE w:val="0"/>
      <w:autoSpaceDN w:val="0"/>
      <w:adjustRightInd w:val="0"/>
      <w:spacing w:before="120" w:after="120" w:line="276" w:lineRule="auto"/>
      <w:outlineLvl w:val="0"/>
      <w:rPr>
        <w:rFonts w:ascii="Calibri" w:hAnsi="Calibri" w:cs="Calibri"/>
        <w:b/>
        <w:sz w:val="22"/>
        <w:szCs w:val="22"/>
      </w:rPr>
    </w:pPr>
    <w:r>
      <w:rPr>
        <w:noProof/>
      </w:rPr>
      <w:drawing>
        <wp:inline distT="0" distB="0" distL="0" distR="0" wp14:anchorId="45A45073" wp14:editId="7FD00E86">
          <wp:extent cx="5759450" cy="767080"/>
          <wp:effectExtent l="0" t="0" r="0" b="0"/>
          <wp:docPr id="214040518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67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2B81" w:rsidRPr="00A0725D">
      <w:rPr>
        <w:rFonts w:ascii="Calibri" w:hAnsi="Calibri" w:cs="Calibri"/>
        <w:b/>
        <w:sz w:val="22"/>
        <w:szCs w:val="22"/>
      </w:rPr>
      <w:t xml:space="preserve">Znak sprawy: PCPR.261.1.202 </w:t>
    </w:r>
    <w:r w:rsidR="00AC2B81" w:rsidRPr="00A0725D">
      <w:rPr>
        <w:rFonts w:ascii="Calibri" w:hAnsi="Calibri" w:cs="Calibri"/>
        <w:b/>
        <w:bCs/>
        <w:sz w:val="22"/>
        <w:szCs w:val="22"/>
      </w:rPr>
      <w:t>Kompleksowa organizacja warsztatów dla uczestników projektu  „Szczęśliwe dzieciństwo - dorosłość bez lęku”</w:t>
    </w:r>
    <w:r w:rsidR="00AC2B81" w:rsidRPr="00A0725D">
      <w:rPr>
        <w:rFonts w:ascii="Calibri" w:hAnsi="Calibri" w:cs="Calibri"/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2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DB54EC7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23187"/>
    <w:multiLevelType w:val="hybridMultilevel"/>
    <w:tmpl w:val="549C744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06BD7"/>
    <w:multiLevelType w:val="hybridMultilevel"/>
    <w:tmpl w:val="E2F0C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57673D"/>
    <w:multiLevelType w:val="hybridMultilevel"/>
    <w:tmpl w:val="DB7A7256"/>
    <w:lvl w:ilvl="0" w:tplc="74D69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C6508"/>
    <w:multiLevelType w:val="hybridMultilevel"/>
    <w:tmpl w:val="6194F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 w15:restartNumberingAfterBreak="0">
    <w:nsid w:val="60B00267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14" w15:restartNumberingAfterBreak="0">
    <w:nsid w:val="62580FF7"/>
    <w:multiLevelType w:val="hybridMultilevel"/>
    <w:tmpl w:val="549C744C"/>
    <w:lvl w:ilvl="0" w:tplc="70A03B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450366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51464">
    <w:abstractNumId w:val="16"/>
  </w:num>
  <w:num w:numId="3" w16cid:durableId="950357836">
    <w:abstractNumId w:val="10"/>
  </w:num>
  <w:num w:numId="4" w16cid:durableId="1116098839">
    <w:abstractNumId w:val="9"/>
  </w:num>
  <w:num w:numId="5" w16cid:durableId="746348381">
    <w:abstractNumId w:val="13"/>
  </w:num>
  <w:num w:numId="6" w16cid:durableId="1394816808">
    <w:abstractNumId w:val="11"/>
  </w:num>
  <w:num w:numId="7" w16cid:durableId="1791632613">
    <w:abstractNumId w:val="3"/>
  </w:num>
  <w:num w:numId="8" w16cid:durableId="2114859706">
    <w:abstractNumId w:val="7"/>
  </w:num>
  <w:num w:numId="9" w16cid:durableId="1366054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772010">
    <w:abstractNumId w:val="14"/>
  </w:num>
  <w:num w:numId="11" w16cid:durableId="862013608">
    <w:abstractNumId w:val="5"/>
  </w:num>
  <w:num w:numId="12" w16cid:durableId="1796368100">
    <w:abstractNumId w:val="15"/>
  </w:num>
  <w:num w:numId="13" w16cid:durableId="40710385">
    <w:abstractNumId w:val="2"/>
  </w:num>
  <w:num w:numId="14" w16cid:durableId="553077365">
    <w:abstractNumId w:val="8"/>
  </w:num>
  <w:num w:numId="15" w16cid:durableId="1863862280">
    <w:abstractNumId w:val="6"/>
  </w:num>
  <w:num w:numId="16" w16cid:durableId="2089038072">
    <w:abstractNumId w:val="4"/>
  </w:num>
  <w:num w:numId="17" w16cid:durableId="125740042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077"/>
    <w:rsid w:val="00012B54"/>
    <w:rsid w:val="00013671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E69"/>
    <w:rsid w:val="00022F58"/>
    <w:rsid w:val="000231A6"/>
    <w:rsid w:val="0002376B"/>
    <w:rsid w:val="000238D6"/>
    <w:rsid w:val="0002448A"/>
    <w:rsid w:val="00024CBC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0B4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636D"/>
    <w:rsid w:val="000567A2"/>
    <w:rsid w:val="00056A66"/>
    <w:rsid w:val="00056A9C"/>
    <w:rsid w:val="000575A6"/>
    <w:rsid w:val="00057BFE"/>
    <w:rsid w:val="00060007"/>
    <w:rsid w:val="00060037"/>
    <w:rsid w:val="0006071C"/>
    <w:rsid w:val="0006072E"/>
    <w:rsid w:val="00060CD1"/>
    <w:rsid w:val="00060F3E"/>
    <w:rsid w:val="0006118B"/>
    <w:rsid w:val="00061BA5"/>
    <w:rsid w:val="00061CD3"/>
    <w:rsid w:val="00062829"/>
    <w:rsid w:val="00062A83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770"/>
    <w:rsid w:val="000679B8"/>
    <w:rsid w:val="000679E1"/>
    <w:rsid w:val="00067D07"/>
    <w:rsid w:val="00067DA0"/>
    <w:rsid w:val="000700FF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68B"/>
    <w:rsid w:val="00080F72"/>
    <w:rsid w:val="0008173B"/>
    <w:rsid w:val="000831FE"/>
    <w:rsid w:val="000836FF"/>
    <w:rsid w:val="00083978"/>
    <w:rsid w:val="00083BF4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4B"/>
    <w:rsid w:val="00091294"/>
    <w:rsid w:val="000917EF"/>
    <w:rsid w:val="00091B78"/>
    <w:rsid w:val="00091E9A"/>
    <w:rsid w:val="0009206E"/>
    <w:rsid w:val="0009222F"/>
    <w:rsid w:val="0009286B"/>
    <w:rsid w:val="000937A8"/>
    <w:rsid w:val="000938CD"/>
    <w:rsid w:val="00094047"/>
    <w:rsid w:val="000944BE"/>
    <w:rsid w:val="00094C07"/>
    <w:rsid w:val="00094E75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5401"/>
    <w:rsid w:val="000C6C74"/>
    <w:rsid w:val="000C78EA"/>
    <w:rsid w:val="000D0540"/>
    <w:rsid w:val="000D0C88"/>
    <w:rsid w:val="000D0F80"/>
    <w:rsid w:val="000D2052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04A"/>
    <w:rsid w:val="000D672C"/>
    <w:rsid w:val="000D68DA"/>
    <w:rsid w:val="000D69C7"/>
    <w:rsid w:val="000D6CE1"/>
    <w:rsid w:val="000D6EED"/>
    <w:rsid w:val="000D787C"/>
    <w:rsid w:val="000D7C56"/>
    <w:rsid w:val="000E01B1"/>
    <w:rsid w:val="000E0483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08"/>
    <w:rsid w:val="000E745E"/>
    <w:rsid w:val="000F0DF4"/>
    <w:rsid w:val="000F1A18"/>
    <w:rsid w:val="000F280D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B01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3B1"/>
    <w:rsid w:val="0013357A"/>
    <w:rsid w:val="00133720"/>
    <w:rsid w:val="00133911"/>
    <w:rsid w:val="00133AB9"/>
    <w:rsid w:val="00133C33"/>
    <w:rsid w:val="00133FC4"/>
    <w:rsid w:val="00134286"/>
    <w:rsid w:val="001352DF"/>
    <w:rsid w:val="00136079"/>
    <w:rsid w:val="00136312"/>
    <w:rsid w:val="00136387"/>
    <w:rsid w:val="00136995"/>
    <w:rsid w:val="00136C3A"/>
    <w:rsid w:val="00137ED4"/>
    <w:rsid w:val="00140A96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E29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238"/>
    <w:rsid w:val="001635C8"/>
    <w:rsid w:val="001638C0"/>
    <w:rsid w:val="00163B9D"/>
    <w:rsid w:val="00164193"/>
    <w:rsid w:val="00164744"/>
    <w:rsid w:val="001647CD"/>
    <w:rsid w:val="00164C5A"/>
    <w:rsid w:val="00165EF7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AB2"/>
    <w:rsid w:val="00183BC2"/>
    <w:rsid w:val="00184611"/>
    <w:rsid w:val="00184C1B"/>
    <w:rsid w:val="001851B5"/>
    <w:rsid w:val="001854BB"/>
    <w:rsid w:val="00185563"/>
    <w:rsid w:val="001856BA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0A6F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539A"/>
    <w:rsid w:val="001D5B95"/>
    <w:rsid w:val="001D5ECF"/>
    <w:rsid w:val="001D6B9E"/>
    <w:rsid w:val="001D6D46"/>
    <w:rsid w:val="001D6D58"/>
    <w:rsid w:val="001D6E4F"/>
    <w:rsid w:val="001D7442"/>
    <w:rsid w:val="001D770D"/>
    <w:rsid w:val="001D7A10"/>
    <w:rsid w:val="001E008C"/>
    <w:rsid w:val="001E0550"/>
    <w:rsid w:val="001E07CF"/>
    <w:rsid w:val="001E0BF9"/>
    <w:rsid w:val="001E0C32"/>
    <w:rsid w:val="001E0CE3"/>
    <w:rsid w:val="001E0E35"/>
    <w:rsid w:val="001E11EE"/>
    <w:rsid w:val="001E1608"/>
    <w:rsid w:val="001E17E2"/>
    <w:rsid w:val="001E1DD5"/>
    <w:rsid w:val="001E248C"/>
    <w:rsid w:val="001E26A1"/>
    <w:rsid w:val="001E281D"/>
    <w:rsid w:val="001E292A"/>
    <w:rsid w:val="001E2B97"/>
    <w:rsid w:val="001E434D"/>
    <w:rsid w:val="001E459E"/>
    <w:rsid w:val="001E46F5"/>
    <w:rsid w:val="001E475D"/>
    <w:rsid w:val="001E5E0C"/>
    <w:rsid w:val="001E6D6F"/>
    <w:rsid w:val="001E792A"/>
    <w:rsid w:val="001F0282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833"/>
    <w:rsid w:val="00202CA7"/>
    <w:rsid w:val="002038FD"/>
    <w:rsid w:val="00203E1E"/>
    <w:rsid w:val="002040F6"/>
    <w:rsid w:val="00204205"/>
    <w:rsid w:val="00204347"/>
    <w:rsid w:val="002049FF"/>
    <w:rsid w:val="0020545A"/>
    <w:rsid w:val="002055AE"/>
    <w:rsid w:val="00205C0A"/>
    <w:rsid w:val="00205E7D"/>
    <w:rsid w:val="0020605F"/>
    <w:rsid w:val="0020623A"/>
    <w:rsid w:val="00206828"/>
    <w:rsid w:val="0020688F"/>
    <w:rsid w:val="00206971"/>
    <w:rsid w:val="00206FAF"/>
    <w:rsid w:val="00207572"/>
    <w:rsid w:val="002077CE"/>
    <w:rsid w:val="002078EC"/>
    <w:rsid w:val="00207E5F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17BE9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90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11E"/>
    <w:rsid w:val="002308DC"/>
    <w:rsid w:val="00230B0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42E"/>
    <w:rsid w:val="002358CF"/>
    <w:rsid w:val="0023692E"/>
    <w:rsid w:val="002370D8"/>
    <w:rsid w:val="00237A2D"/>
    <w:rsid w:val="00240470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5AF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A6E"/>
    <w:rsid w:val="00284184"/>
    <w:rsid w:val="002842E6"/>
    <w:rsid w:val="00284406"/>
    <w:rsid w:val="00284428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2656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5A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DB0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65E"/>
    <w:rsid w:val="002E1724"/>
    <w:rsid w:val="002E1A66"/>
    <w:rsid w:val="002E1BC1"/>
    <w:rsid w:val="002E2CC1"/>
    <w:rsid w:val="002E3422"/>
    <w:rsid w:val="002E391A"/>
    <w:rsid w:val="002E4538"/>
    <w:rsid w:val="002E46B2"/>
    <w:rsid w:val="002E578F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7FD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6A74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64B6"/>
    <w:rsid w:val="00326AE8"/>
    <w:rsid w:val="003271E8"/>
    <w:rsid w:val="00327204"/>
    <w:rsid w:val="003276AE"/>
    <w:rsid w:val="00327958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4B8B"/>
    <w:rsid w:val="00335D52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B2"/>
    <w:rsid w:val="00366A89"/>
    <w:rsid w:val="00366AC0"/>
    <w:rsid w:val="00366E9D"/>
    <w:rsid w:val="00367F1F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BB9"/>
    <w:rsid w:val="00386DC6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427"/>
    <w:rsid w:val="0039253C"/>
    <w:rsid w:val="00392711"/>
    <w:rsid w:val="003929A2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918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478F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9F3"/>
    <w:rsid w:val="003C1E79"/>
    <w:rsid w:val="003C255D"/>
    <w:rsid w:val="003C2FCE"/>
    <w:rsid w:val="003C338A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5CDC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1BD"/>
    <w:rsid w:val="003F2B7E"/>
    <w:rsid w:val="003F2D8E"/>
    <w:rsid w:val="003F3110"/>
    <w:rsid w:val="003F337B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4C50"/>
    <w:rsid w:val="003F5106"/>
    <w:rsid w:val="003F5494"/>
    <w:rsid w:val="003F640B"/>
    <w:rsid w:val="003F66F5"/>
    <w:rsid w:val="003F6990"/>
    <w:rsid w:val="003F6D79"/>
    <w:rsid w:val="003F6F7B"/>
    <w:rsid w:val="004004B8"/>
    <w:rsid w:val="004005E0"/>
    <w:rsid w:val="00400B66"/>
    <w:rsid w:val="00400C95"/>
    <w:rsid w:val="00400E15"/>
    <w:rsid w:val="00401130"/>
    <w:rsid w:val="004013CF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72A5"/>
    <w:rsid w:val="00407978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006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40E0"/>
    <w:rsid w:val="0044426A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3BB6"/>
    <w:rsid w:val="00454130"/>
    <w:rsid w:val="00454724"/>
    <w:rsid w:val="00454E7F"/>
    <w:rsid w:val="004551BB"/>
    <w:rsid w:val="00455923"/>
    <w:rsid w:val="00455B96"/>
    <w:rsid w:val="0045641E"/>
    <w:rsid w:val="00456475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E3C"/>
    <w:rsid w:val="00474F56"/>
    <w:rsid w:val="004766E8"/>
    <w:rsid w:val="00476C35"/>
    <w:rsid w:val="00476FC4"/>
    <w:rsid w:val="00480909"/>
    <w:rsid w:val="00480BD7"/>
    <w:rsid w:val="004816DD"/>
    <w:rsid w:val="004829AC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F0E"/>
    <w:rsid w:val="004901AD"/>
    <w:rsid w:val="004904F4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F9"/>
    <w:rsid w:val="004A4A0F"/>
    <w:rsid w:val="004A4BF8"/>
    <w:rsid w:val="004A4E09"/>
    <w:rsid w:val="004A57DF"/>
    <w:rsid w:val="004A5D22"/>
    <w:rsid w:val="004A679F"/>
    <w:rsid w:val="004A69B1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63D8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7DF"/>
    <w:rsid w:val="004C29DC"/>
    <w:rsid w:val="004C2E59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916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88A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076"/>
    <w:rsid w:val="005152B3"/>
    <w:rsid w:val="0051552B"/>
    <w:rsid w:val="005159F8"/>
    <w:rsid w:val="00515CA0"/>
    <w:rsid w:val="005170B1"/>
    <w:rsid w:val="0051789E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91C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6A7"/>
    <w:rsid w:val="0054375E"/>
    <w:rsid w:val="00543CED"/>
    <w:rsid w:val="00544F91"/>
    <w:rsid w:val="005455C6"/>
    <w:rsid w:val="00545794"/>
    <w:rsid w:val="00545D6F"/>
    <w:rsid w:val="005460BE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9A1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51"/>
    <w:rsid w:val="00571D76"/>
    <w:rsid w:val="00571E84"/>
    <w:rsid w:val="005722A1"/>
    <w:rsid w:val="00572837"/>
    <w:rsid w:val="00572F9B"/>
    <w:rsid w:val="00573063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342"/>
    <w:rsid w:val="00590214"/>
    <w:rsid w:val="00591067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386D"/>
    <w:rsid w:val="005A3A56"/>
    <w:rsid w:val="005A3BBC"/>
    <w:rsid w:val="005A4532"/>
    <w:rsid w:val="005A462A"/>
    <w:rsid w:val="005A4CD4"/>
    <w:rsid w:val="005A5127"/>
    <w:rsid w:val="005A5184"/>
    <w:rsid w:val="005A560B"/>
    <w:rsid w:val="005A5625"/>
    <w:rsid w:val="005A5AD6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280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DCE"/>
    <w:rsid w:val="00610F65"/>
    <w:rsid w:val="006117C2"/>
    <w:rsid w:val="00611ACD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CFB"/>
    <w:rsid w:val="00623DF9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2FB6"/>
    <w:rsid w:val="0064307C"/>
    <w:rsid w:val="00643613"/>
    <w:rsid w:val="006438A1"/>
    <w:rsid w:val="006438DA"/>
    <w:rsid w:val="00643B7E"/>
    <w:rsid w:val="00643E38"/>
    <w:rsid w:val="00644801"/>
    <w:rsid w:val="00644959"/>
    <w:rsid w:val="00644C7C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198C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A036B"/>
    <w:rsid w:val="006A04A4"/>
    <w:rsid w:val="006A04ED"/>
    <w:rsid w:val="006A0957"/>
    <w:rsid w:val="006A1085"/>
    <w:rsid w:val="006A13FB"/>
    <w:rsid w:val="006A17F5"/>
    <w:rsid w:val="006A182F"/>
    <w:rsid w:val="006A190D"/>
    <w:rsid w:val="006A2251"/>
    <w:rsid w:val="006A2BF3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71C1"/>
    <w:rsid w:val="00700103"/>
    <w:rsid w:val="00700667"/>
    <w:rsid w:val="00700682"/>
    <w:rsid w:val="007006D9"/>
    <w:rsid w:val="00700981"/>
    <w:rsid w:val="00700CC2"/>
    <w:rsid w:val="007017AD"/>
    <w:rsid w:val="00701A93"/>
    <w:rsid w:val="00702203"/>
    <w:rsid w:val="00702D9D"/>
    <w:rsid w:val="00702F83"/>
    <w:rsid w:val="00703D4C"/>
    <w:rsid w:val="00703F32"/>
    <w:rsid w:val="007041A0"/>
    <w:rsid w:val="00704668"/>
    <w:rsid w:val="007050BB"/>
    <w:rsid w:val="007061B4"/>
    <w:rsid w:val="00706206"/>
    <w:rsid w:val="00706654"/>
    <w:rsid w:val="00706728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50E"/>
    <w:rsid w:val="00713D64"/>
    <w:rsid w:val="00713EF5"/>
    <w:rsid w:val="00713F00"/>
    <w:rsid w:val="00714194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249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18B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3E41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195"/>
    <w:rsid w:val="00762203"/>
    <w:rsid w:val="007629C4"/>
    <w:rsid w:val="00762ADE"/>
    <w:rsid w:val="00762D1A"/>
    <w:rsid w:val="007634FD"/>
    <w:rsid w:val="00763651"/>
    <w:rsid w:val="007640B2"/>
    <w:rsid w:val="00764193"/>
    <w:rsid w:val="00764203"/>
    <w:rsid w:val="0076430B"/>
    <w:rsid w:val="007644BA"/>
    <w:rsid w:val="0076461D"/>
    <w:rsid w:val="00764974"/>
    <w:rsid w:val="00765415"/>
    <w:rsid w:val="00765479"/>
    <w:rsid w:val="007662EB"/>
    <w:rsid w:val="0076633D"/>
    <w:rsid w:val="00771523"/>
    <w:rsid w:val="00772264"/>
    <w:rsid w:val="007726B9"/>
    <w:rsid w:val="00772BD0"/>
    <w:rsid w:val="00772ECA"/>
    <w:rsid w:val="007746D2"/>
    <w:rsid w:val="00774B67"/>
    <w:rsid w:val="007754C7"/>
    <w:rsid w:val="00775928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DF4"/>
    <w:rsid w:val="007A50D8"/>
    <w:rsid w:val="007A55A1"/>
    <w:rsid w:val="007A56FD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5364"/>
    <w:rsid w:val="007B59FA"/>
    <w:rsid w:val="007B60AC"/>
    <w:rsid w:val="007B6298"/>
    <w:rsid w:val="007B67D8"/>
    <w:rsid w:val="007B6FA6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4E48"/>
    <w:rsid w:val="007F59B7"/>
    <w:rsid w:val="007F5E0B"/>
    <w:rsid w:val="007F65E1"/>
    <w:rsid w:val="007F6CDF"/>
    <w:rsid w:val="007F709E"/>
    <w:rsid w:val="007F70B1"/>
    <w:rsid w:val="007F735C"/>
    <w:rsid w:val="007F745E"/>
    <w:rsid w:val="007F7F9A"/>
    <w:rsid w:val="0080071A"/>
    <w:rsid w:val="00800943"/>
    <w:rsid w:val="00800E98"/>
    <w:rsid w:val="00800E9B"/>
    <w:rsid w:val="0080130C"/>
    <w:rsid w:val="008017D9"/>
    <w:rsid w:val="00801D8D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4BF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0FE1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C"/>
    <w:rsid w:val="008546C6"/>
    <w:rsid w:val="008553FE"/>
    <w:rsid w:val="00855B68"/>
    <w:rsid w:val="00855D86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95A"/>
    <w:rsid w:val="00865C28"/>
    <w:rsid w:val="0086621A"/>
    <w:rsid w:val="008666D9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35FF"/>
    <w:rsid w:val="00883836"/>
    <w:rsid w:val="00883986"/>
    <w:rsid w:val="00883A09"/>
    <w:rsid w:val="0088457C"/>
    <w:rsid w:val="0088473E"/>
    <w:rsid w:val="00884E64"/>
    <w:rsid w:val="008857F3"/>
    <w:rsid w:val="0088669C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60F"/>
    <w:rsid w:val="008936EE"/>
    <w:rsid w:val="00893BEF"/>
    <w:rsid w:val="00893E15"/>
    <w:rsid w:val="00894AB1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A7C72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2BA5"/>
    <w:rsid w:val="008C3886"/>
    <w:rsid w:val="008C3A8A"/>
    <w:rsid w:val="008C43BE"/>
    <w:rsid w:val="008C5121"/>
    <w:rsid w:val="008C5393"/>
    <w:rsid w:val="008C54A6"/>
    <w:rsid w:val="008C5804"/>
    <w:rsid w:val="008C5882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D4"/>
    <w:rsid w:val="008D66F3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204"/>
    <w:rsid w:val="008F4303"/>
    <w:rsid w:val="008F49A1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1F38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203A3"/>
    <w:rsid w:val="009208F3"/>
    <w:rsid w:val="00920F92"/>
    <w:rsid w:val="009212F7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760"/>
    <w:rsid w:val="00934888"/>
    <w:rsid w:val="00934A83"/>
    <w:rsid w:val="00934CBF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5AC"/>
    <w:rsid w:val="00944632"/>
    <w:rsid w:val="00944C73"/>
    <w:rsid w:val="009453AC"/>
    <w:rsid w:val="0094567E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B04"/>
    <w:rsid w:val="009D2DF5"/>
    <w:rsid w:val="009D2FA1"/>
    <w:rsid w:val="009D41E6"/>
    <w:rsid w:val="009D4A97"/>
    <w:rsid w:val="009D5392"/>
    <w:rsid w:val="009D53A8"/>
    <w:rsid w:val="009D569C"/>
    <w:rsid w:val="009D5F74"/>
    <w:rsid w:val="009D6653"/>
    <w:rsid w:val="009D68D9"/>
    <w:rsid w:val="009D73AA"/>
    <w:rsid w:val="009D7CC4"/>
    <w:rsid w:val="009E01A0"/>
    <w:rsid w:val="009E040F"/>
    <w:rsid w:val="009E1FEF"/>
    <w:rsid w:val="009E2393"/>
    <w:rsid w:val="009E2541"/>
    <w:rsid w:val="009E25A5"/>
    <w:rsid w:val="009E433C"/>
    <w:rsid w:val="009E4940"/>
    <w:rsid w:val="009E5118"/>
    <w:rsid w:val="009E5C01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B4D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5305"/>
    <w:rsid w:val="00A15340"/>
    <w:rsid w:val="00A15A61"/>
    <w:rsid w:val="00A15AA1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1E1"/>
    <w:rsid w:val="00A434D3"/>
    <w:rsid w:val="00A43703"/>
    <w:rsid w:val="00A439C1"/>
    <w:rsid w:val="00A43E06"/>
    <w:rsid w:val="00A44293"/>
    <w:rsid w:val="00A444E4"/>
    <w:rsid w:val="00A44CE7"/>
    <w:rsid w:val="00A44EE1"/>
    <w:rsid w:val="00A45D3B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595B"/>
    <w:rsid w:val="00A5627E"/>
    <w:rsid w:val="00A5635C"/>
    <w:rsid w:val="00A56F43"/>
    <w:rsid w:val="00A5703E"/>
    <w:rsid w:val="00A5739C"/>
    <w:rsid w:val="00A574B6"/>
    <w:rsid w:val="00A57D7D"/>
    <w:rsid w:val="00A600F3"/>
    <w:rsid w:val="00A60559"/>
    <w:rsid w:val="00A60A4E"/>
    <w:rsid w:val="00A62057"/>
    <w:rsid w:val="00A625CB"/>
    <w:rsid w:val="00A62D5C"/>
    <w:rsid w:val="00A62EF0"/>
    <w:rsid w:val="00A63648"/>
    <w:rsid w:val="00A639FE"/>
    <w:rsid w:val="00A63A12"/>
    <w:rsid w:val="00A63D57"/>
    <w:rsid w:val="00A64462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57C"/>
    <w:rsid w:val="00A769EC"/>
    <w:rsid w:val="00A76A6C"/>
    <w:rsid w:val="00A76F07"/>
    <w:rsid w:val="00A7776A"/>
    <w:rsid w:val="00A77BC8"/>
    <w:rsid w:val="00A77C4D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A12"/>
    <w:rsid w:val="00AA2093"/>
    <w:rsid w:val="00AA237A"/>
    <w:rsid w:val="00AA258D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74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8AF"/>
    <w:rsid w:val="00AB7E1B"/>
    <w:rsid w:val="00AC04C7"/>
    <w:rsid w:val="00AC0631"/>
    <w:rsid w:val="00AC0D50"/>
    <w:rsid w:val="00AC0DE2"/>
    <w:rsid w:val="00AC1581"/>
    <w:rsid w:val="00AC1759"/>
    <w:rsid w:val="00AC1C92"/>
    <w:rsid w:val="00AC21FB"/>
    <w:rsid w:val="00AC2868"/>
    <w:rsid w:val="00AC2B81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25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7E2"/>
    <w:rsid w:val="00AE49E6"/>
    <w:rsid w:val="00AE4C2E"/>
    <w:rsid w:val="00AE4F47"/>
    <w:rsid w:val="00AE5958"/>
    <w:rsid w:val="00AE5A26"/>
    <w:rsid w:val="00AE5FC5"/>
    <w:rsid w:val="00AE61FE"/>
    <w:rsid w:val="00AE6637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E45"/>
    <w:rsid w:val="00B16A32"/>
    <w:rsid w:val="00B16E93"/>
    <w:rsid w:val="00B17437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1458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0D0D"/>
    <w:rsid w:val="00B41187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CE9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6FBE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1A4D"/>
    <w:rsid w:val="00BB33B9"/>
    <w:rsid w:val="00BB48F5"/>
    <w:rsid w:val="00BB5470"/>
    <w:rsid w:val="00BB6232"/>
    <w:rsid w:val="00BB6CA4"/>
    <w:rsid w:val="00BB6EC2"/>
    <w:rsid w:val="00BB773F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6CE0"/>
    <w:rsid w:val="00BC6FC2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65C7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3FC7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743"/>
    <w:rsid w:val="00BF2FC2"/>
    <w:rsid w:val="00BF3042"/>
    <w:rsid w:val="00BF3070"/>
    <w:rsid w:val="00BF3074"/>
    <w:rsid w:val="00BF3C96"/>
    <w:rsid w:val="00BF3F51"/>
    <w:rsid w:val="00BF41D2"/>
    <w:rsid w:val="00BF4503"/>
    <w:rsid w:val="00BF546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5FE0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3A7"/>
    <w:rsid w:val="00C5054C"/>
    <w:rsid w:val="00C5060C"/>
    <w:rsid w:val="00C50F59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72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2039"/>
    <w:rsid w:val="00C72D5C"/>
    <w:rsid w:val="00C736EE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462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50D0"/>
    <w:rsid w:val="00CA64C7"/>
    <w:rsid w:val="00CA66A7"/>
    <w:rsid w:val="00CA69D4"/>
    <w:rsid w:val="00CB0814"/>
    <w:rsid w:val="00CB0BC9"/>
    <w:rsid w:val="00CB1477"/>
    <w:rsid w:val="00CB1DA8"/>
    <w:rsid w:val="00CB1F8B"/>
    <w:rsid w:val="00CB277B"/>
    <w:rsid w:val="00CB2D12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77B"/>
    <w:rsid w:val="00CB6C7F"/>
    <w:rsid w:val="00CB765E"/>
    <w:rsid w:val="00CB7CE4"/>
    <w:rsid w:val="00CB7ECA"/>
    <w:rsid w:val="00CC0A6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2AEA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2D2B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E7F4D"/>
    <w:rsid w:val="00CF003B"/>
    <w:rsid w:val="00CF0207"/>
    <w:rsid w:val="00CF02EA"/>
    <w:rsid w:val="00CF065F"/>
    <w:rsid w:val="00CF0DC2"/>
    <w:rsid w:val="00CF1BF7"/>
    <w:rsid w:val="00CF1D3E"/>
    <w:rsid w:val="00CF215B"/>
    <w:rsid w:val="00CF2575"/>
    <w:rsid w:val="00CF25ED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3929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4C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0F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2F74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A63"/>
    <w:rsid w:val="00D76B98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18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5EAE"/>
    <w:rsid w:val="00D96A05"/>
    <w:rsid w:val="00D96BF1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A7FD2"/>
    <w:rsid w:val="00DB0BAB"/>
    <w:rsid w:val="00DB0C9E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6B5"/>
    <w:rsid w:val="00DB578E"/>
    <w:rsid w:val="00DB6A19"/>
    <w:rsid w:val="00DB6AC0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C01"/>
    <w:rsid w:val="00DE2770"/>
    <w:rsid w:val="00DE2B9F"/>
    <w:rsid w:val="00DE2FBC"/>
    <w:rsid w:val="00DE3BF4"/>
    <w:rsid w:val="00DE4BDD"/>
    <w:rsid w:val="00DE727D"/>
    <w:rsid w:val="00DE760F"/>
    <w:rsid w:val="00DE7CCB"/>
    <w:rsid w:val="00DF0306"/>
    <w:rsid w:val="00DF0BCC"/>
    <w:rsid w:val="00DF10FD"/>
    <w:rsid w:val="00DF1AF7"/>
    <w:rsid w:val="00DF1DAD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4D6"/>
    <w:rsid w:val="00E07629"/>
    <w:rsid w:val="00E1034F"/>
    <w:rsid w:val="00E11187"/>
    <w:rsid w:val="00E121E7"/>
    <w:rsid w:val="00E12450"/>
    <w:rsid w:val="00E12AC4"/>
    <w:rsid w:val="00E12D4F"/>
    <w:rsid w:val="00E1307E"/>
    <w:rsid w:val="00E1333B"/>
    <w:rsid w:val="00E13632"/>
    <w:rsid w:val="00E13B06"/>
    <w:rsid w:val="00E13B25"/>
    <w:rsid w:val="00E1477E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6D8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6FF1"/>
    <w:rsid w:val="00E37501"/>
    <w:rsid w:val="00E37D27"/>
    <w:rsid w:val="00E40A65"/>
    <w:rsid w:val="00E40E82"/>
    <w:rsid w:val="00E41927"/>
    <w:rsid w:val="00E4201B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EE9"/>
    <w:rsid w:val="00E6219B"/>
    <w:rsid w:val="00E62211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DCA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587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E83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880"/>
    <w:rsid w:val="00EE109C"/>
    <w:rsid w:val="00EE1562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735"/>
    <w:rsid w:val="00EF176E"/>
    <w:rsid w:val="00EF29B1"/>
    <w:rsid w:val="00EF2A4E"/>
    <w:rsid w:val="00EF379B"/>
    <w:rsid w:val="00EF3B86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075C"/>
    <w:rsid w:val="00F0115E"/>
    <w:rsid w:val="00F01AAB"/>
    <w:rsid w:val="00F01D23"/>
    <w:rsid w:val="00F02841"/>
    <w:rsid w:val="00F02D12"/>
    <w:rsid w:val="00F02FB9"/>
    <w:rsid w:val="00F034C6"/>
    <w:rsid w:val="00F037D9"/>
    <w:rsid w:val="00F03A3C"/>
    <w:rsid w:val="00F03F9A"/>
    <w:rsid w:val="00F041D5"/>
    <w:rsid w:val="00F04886"/>
    <w:rsid w:val="00F04BD9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3E97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27C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B3A"/>
    <w:rsid w:val="00F73120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0D80"/>
    <w:rsid w:val="00F8178B"/>
    <w:rsid w:val="00F819A1"/>
    <w:rsid w:val="00F81A3B"/>
    <w:rsid w:val="00F81F3C"/>
    <w:rsid w:val="00F82306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714C"/>
    <w:rsid w:val="00F87B1E"/>
    <w:rsid w:val="00F87E11"/>
    <w:rsid w:val="00F90081"/>
    <w:rsid w:val="00F9069C"/>
    <w:rsid w:val="00F90F5B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2DDC"/>
    <w:rsid w:val="00FB3008"/>
    <w:rsid w:val="00FB3573"/>
    <w:rsid w:val="00FB3861"/>
    <w:rsid w:val="00FB4226"/>
    <w:rsid w:val="00FB45AA"/>
    <w:rsid w:val="00FB488D"/>
    <w:rsid w:val="00FB60AB"/>
    <w:rsid w:val="00FC0E3A"/>
    <w:rsid w:val="00FC144B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40F4"/>
    <w:rsid w:val="00FC4AAE"/>
    <w:rsid w:val="00FC4E02"/>
    <w:rsid w:val="00FC58D3"/>
    <w:rsid w:val="00FC6419"/>
    <w:rsid w:val="00FC65AC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5068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B2"/>
    <w:rsid w:val="00FF003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F14"/>
    <w:rsid w:val="00FF496B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6A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2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7"/>
      </w:numPr>
    </w:pPr>
  </w:style>
  <w:style w:type="numbering" w:customStyle="1" w:styleId="Zaimportowanystyl16">
    <w:name w:val="Zaimportowany styl 16"/>
    <w:rsid w:val="007A3D07"/>
    <w:pPr>
      <w:numPr>
        <w:numId w:val="4"/>
      </w:numPr>
    </w:pPr>
  </w:style>
  <w:style w:type="numbering" w:customStyle="1" w:styleId="Styl2">
    <w:name w:val="Styl2"/>
    <w:rsid w:val="007A3D07"/>
    <w:pPr>
      <w:numPr>
        <w:numId w:val="3"/>
      </w:numPr>
    </w:pPr>
  </w:style>
  <w:style w:type="numbering" w:customStyle="1" w:styleId="Zaimportowanystyl1">
    <w:name w:val="Zaimportowany styl 1"/>
    <w:rsid w:val="007A3D07"/>
    <w:pPr>
      <w:numPr>
        <w:numId w:val="6"/>
      </w:numPr>
    </w:pPr>
  </w:style>
  <w:style w:type="numbering" w:customStyle="1" w:styleId="Kreski">
    <w:name w:val="Kreski"/>
    <w:rsid w:val="007A3D07"/>
    <w:pPr>
      <w:numPr>
        <w:numId w:val="5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</TotalTime>
  <Pages>1</Pages>
  <Words>203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Karol Krzywicki</dc:creator>
  <cp:keywords/>
  <dc:description/>
  <cp:lastModifiedBy>Karol Krzywicki</cp:lastModifiedBy>
  <cp:revision>9</cp:revision>
  <cp:lastPrinted>2023-05-31T06:15:00Z</cp:lastPrinted>
  <dcterms:created xsi:type="dcterms:W3CDTF">2024-12-27T08:43:00Z</dcterms:created>
  <dcterms:modified xsi:type="dcterms:W3CDTF">2025-12-04T06:08:00Z</dcterms:modified>
</cp:coreProperties>
</file>